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216" w:rsidRPr="00E6755D" w:rsidRDefault="00FE017D" w:rsidP="00141A4C">
      <w:pPr>
        <w:pStyle w:val="Title"/>
        <w:rPr>
          <w:color w:val="000000" w:themeColor="text1"/>
        </w:rPr>
      </w:pPr>
      <w:r w:rsidRPr="00E6755D">
        <w:rPr>
          <w:color w:val="000000" w:themeColor="text1"/>
        </w:rPr>
        <w:t>Karla</w:t>
      </w:r>
      <w:r w:rsidR="00F1282E" w:rsidRPr="00E6755D">
        <w:rPr>
          <w:color w:val="000000" w:themeColor="text1"/>
        </w:rPr>
        <w:t xml:space="preserve"> Vanessa</w:t>
      </w:r>
      <w:r w:rsidRPr="00E6755D">
        <w:rPr>
          <w:color w:val="000000" w:themeColor="text1"/>
        </w:rPr>
        <w:t xml:space="preserve"> Nunez</w:t>
      </w:r>
    </w:p>
    <w:p w:rsidR="00141A4C" w:rsidRPr="00E6755D" w:rsidRDefault="00FE017D" w:rsidP="00141A4C">
      <w:pPr>
        <w:rPr>
          <w:color w:val="000000" w:themeColor="text1"/>
          <w:sz w:val="20"/>
          <w:szCs w:val="20"/>
        </w:rPr>
      </w:pPr>
      <w:r w:rsidRPr="00E6755D">
        <w:rPr>
          <w:color w:val="000000" w:themeColor="text1"/>
          <w:sz w:val="20"/>
          <w:szCs w:val="20"/>
        </w:rPr>
        <w:t>San Dimas, California  91773</w:t>
      </w:r>
      <w:r w:rsidR="00141A4C" w:rsidRPr="00E6755D">
        <w:rPr>
          <w:color w:val="000000" w:themeColor="text1"/>
          <w:sz w:val="20"/>
          <w:szCs w:val="20"/>
        </w:rPr>
        <w:t> | </w:t>
      </w:r>
      <w:r w:rsidRPr="00E6755D">
        <w:rPr>
          <w:color w:val="000000" w:themeColor="text1"/>
          <w:sz w:val="20"/>
          <w:szCs w:val="20"/>
        </w:rPr>
        <w:t>(626)587-6055</w:t>
      </w:r>
      <w:r w:rsidR="00141A4C" w:rsidRPr="00E6755D">
        <w:rPr>
          <w:color w:val="000000" w:themeColor="text1"/>
          <w:sz w:val="20"/>
          <w:szCs w:val="20"/>
        </w:rPr>
        <w:t> | </w:t>
      </w:r>
      <w:r w:rsidRPr="00E6755D">
        <w:rPr>
          <w:color w:val="000000" w:themeColor="text1"/>
          <w:sz w:val="20"/>
          <w:szCs w:val="20"/>
        </w:rPr>
        <w:t>nessanz10@gmail.com</w:t>
      </w:r>
    </w:p>
    <w:p w:rsidR="006270A9" w:rsidRPr="00E6755D" w:rsidRDefault="00FA5452" w:rsidP="00141A4C">
      <w:pPr>
        <w:pStyle w:val="Heading1"/>
        <w:rPr>
          <w:color w:val="000000" w:themeColor="text1"/>
        </w:rPr>
      </w:pPr>
      <w:r w:rsidRPr="00E6755D">
        <w:rPr>
          <w:color w:val="000000" w:themeColor="text1"/>
        </w:rPr>
        <w:t>Professional Summary</w:t>
      </w:r>
    </w:p>
    <w:p w:rsidR="006270A9" w:rsidRDefault="00FA5452" w:rsidP="006D5B42">
      <w:r>
        <w:t>Highly skilled in providing exceptional customer service, with over 20 year of experience in the healthcare field. Detail oriented</w:t>
      </w:r>
      <w:r w:rsidR="00135F7B">
        <w:t xml:space="preserve"> a </w:t>
      </w:r>
      <w:r w:rsidR="00232312" w:rsidRPr="00EB04CC">
        <w:t xml:space="preserve">multi-tasker </w:t>
      </w:r>
      <w:r w:rsidR="00232312">
        <w:t>who e</w:t>
      </w:r>
      <w:r>
        <w:t>xcels</w:t>
      </w:r>
      <w:r w:rsidR="00135F7B">
        <w:t xml:space="preserve"> working under pressure. </w:t>
      </w:r>
    </w:p>
    <w:p w:rsidR="00CA2FFF" w:rsidRDefault="00CA2FFF" w:rsidP="006D5B42">
      <w:pPr>
        <w:rPr>
          <w:b/>
          <w:sz w:val="28"/>
          <w:szCs w:val="28"/>
        </w:rPr>
      </w:pPr>
      <w:r w:rsidRPr="00CA2FFF">
        <w:rPr>
          <w:b/>
          <w:sz w:val="28"/>
          <w:szCs w:val="28"/>
        </w:rPr>
        <w:t>Skills</w:t>
      </w:r>
    </w:p>
    <w:p w:rsidR="00CA2FFF" w:rsidRDefault="00CA2FFF" w:rsidP="00CA2FFF">
      <w:pPr>
        <w:pStyle w:val="ListBullet"/>
      </w:pPr>
      <w:r>
        <w:t>BLS certified</w:t>
      </w:r>
    </w:p>
    <w:p w:rsidR="00CA2FFF" w:rsidRDefault="00CA2FFF" w:rsidP="00CA2FFF">
      <w:pPr>
        <w:pStyle w:val="ListBullet"/>
      </w:pPr>
      <w:r>
        <w:t>Effective Communication</w:t>
      </w:r>
    </w:p>
    <w:p w:rsidR="00CA2FFF" w:rsidRPr="00CA2FFF" w:rsidRDefault="00CA2FFF" w:rsidP="00CA2FFF">
      <w:pPr>
        <w:pStyle w:val="ListBullet"/>
      </w:pPr>
      <w:r>
        <w:t>Task focused</w:t>
      </w:r>
      <w:bookmarkStart w:id="0" w:name="_GoBack"/>
      <w:bookmarkEnd w:id="0"/>
    </w:p>
    <w:sdt>
      <w:sdtPr>
        <w:alias w:val="Experience:"/>
        <w:tag w:val="Experience:"/>
        <w:id w:val="694891199"/>
        <w:placeholder>
          <w:docPart w:val="1D000FBBC7A84B97A8CBC4E4CD969448"/>
        </w:placeholder>
        <w:temporary/>
        <w:showingPlcHdr/>
        <w15:appearance w15:val="hidden"/>
      </w:sdtPr>
      <w:sdtEndPr/>
      <w:sdtContent>
        <w:p w:rsidR="0075155B" w:rsidRDefault="0075155B" w:rsidP="0075155B">
          <w:pPr>
            <w:pStyle w:val="Heading1"/>
          </w:pPr>
          <w:r w:rsidRPr="00E6755D">
            <w:rPr>
              <w:color w:val="000000" w:themeColor="text1"/>
            </w:rPr>
            <w:t>Experience</w:t>
          </w:r>
        </w:p>
      </w:sdtContent>
    </w:sdt>
    <w:p w:rsidR="0075155B" w:rsidRDefault="00135F7B" w:rsidP="0075155B">
      <w:pPr>
        <w:pStyle w:val="Heading2"/>
      </w:pPr>
      <w:r>
        <w:t>UCLA HEALTH</w:t>
      </w:r>
      <w:r w:rsidR="0075155B">
        <w:t> | </w:t>
      </w:r>
      <w:r>
        <w:t>Patient communication representative</w:t>
      </w:r>
      <w:r w:rsidR="0075155B">
        <w:t> | </w:t>
      </w:r>
      <w:r>
        <w:t>april 2023</w:t>
      </w:r>
      <w:r w:rsidR="00460E93">
        <w:t xml:space="preserve"> - present</w:t>
      </w:r>
    </w:p>
    <w:p w:rsidR="00F86AA5" w:rsidRPr="006D5B42" w:rsidRDefault="00135F7B" w:rsidP="006D5B42">
      <w:pPr>
        <w:pStyle w:val="ListBullet"/>
      </w:pPr>
      <w:r>
        <w:t>Respond to patient’s request via phone</w:t>
      </w:r>
    </w:p>
    <w:p w:rsidR="00F86AA5" w:rsidRPr="006D5B42" w:rsidRDefault="00135F7B" w:rsidP="006D5B42">
      <w:pPr>
        <w:pStyle w:val="ListBullet"/>
      </w:pPr>
      <w:r>
        <w:t>Resolve patient’s needs by scheduling</w:t>
      </w:r>
      <w:r w:rsidR="00E6755D">
        <w:t>/rescheduling</w:t>
      </w:r>
      <w:r>
        <w:t xml:space="preserve"> appointments or ref</w:t>
      </w:r>
      <w:r w:rsidR="00E6755D">
        <w:t>erring them to a specialist</w:t>
      </w:r>
    </w:p>
    <w:p w:rsidR="00F86AA5" w:rsidRPr="006D5B42" w:rsidRDefault="00E6755D" w:rsidP="006D5B42">
      <w:pPr>
        <w:pStyle w:val="ListBullet"/>
      </w:pPr>
      <w:r>
        <w:t>Obtain patient’s personal information and registering them</w:t>
      </w:r>
    </w:p>
    <w:p w:rsidR="0075155B" w:rsidRDefault="00E6755D" w:rsidP="0075155B">
      <w:pPr>
        <w:pStyle w:val="Heading2"/>
      </w:pPr>
      <w:r>
        <w:t>PIH Good samaritan hospital</w:t>
      </w:r>
      <w:r w:rsidR="0075155B">
        <w:t> | </w:t>
      </w:r>
      <w:r>
        <w:t>er unit secretary</w:t>
      </w:r>
      <w:r w:rsidR="0075155B">
        <w:t> | </w:t>
      </w:r>
      <w:r>
        <w:t>october 2011 – april 2023</w:t>
      </w:r>
    </w:p>
    <w:p w:rsidR="0001582B" w:rsidRPr="00EB04CC" w:rsidRDefault="00E6755D" w:rsidP="00082E6D">
      <w:pPr>
        <w:pStyle w:val="ListBullet"/>
      </w:pPr>
      <w:r>
        <w:t>Activate all ER codes in a timely manner, while logging response time</w:t>
      </w:r>
    </w:p>
    <w:p w:rsidR="0001582B" w:rsidRPr="00EB04CC" w:rsidRDefault="00E6755D" w:rsidP="00082E6D">
      <w:pPr>
        <w:pStyle w:val="ListBullet"/>
      </w:pPr>
      <w:r>
        <w:t>Coordinate all inpatient by obtaining insurance authorization</w:t>
      </w:r>
    </w:p>
    <w:p w:rsidR="0001582B" w:rsidRPr="00EB04CC" w:rsidRDefault="00E6755D" w:rsidP="00082E6D">
      <w:pPr>
        <w:pStyle w:val="ListBullet"/>
      </w:pPr>
      <w:r>
        <w:t>Arrange transportation for all discharges and transfers</w:t>
      </w:r>
    </w:p>
    <w:p w:rsidR="006270A9" w:rsidRDefault="00E6755D" w:rsidP="00082E6D">
      <w:pPr>
        <w:pStyle w:val="ListBullet"/>
      </w:pPr>
      <w:r>
        <w:t>Assist with CPR</w:t>
      </w:r>
    </w:p>
    <w:p w:rsidR="00CA2FFF" w:rsidRPr="0001582B" w:rsidRDefault="00CA2FFF" w:rsidP="00082E6D">
      <w:pPr>
        <w:pStyle w:val="ListBullet"/>
      </w:pPr>
      <w:r>
        <w:t>Ensure the safety of staff by activating panic button if needed(person has a weapon)</w:t>
      </w:r>
    </w:p>
    <w:p w:rsidR="00445342" w:rsidRPr="00E6755D" w:rsidRDefault="00445342" w:rsidP="00445342">
      <w:pPr>
        <w:pStyle w:val="Heading1"/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</w:pPr>
      <w:r w:rsidRPr="00E6755D">
        <w:rPr>
          <w:color w:val="000000" w:themeColor="text1"/>
        </w:rPr>
        <w:t>Education</w:t>
      </w:r>
    </w:p>
    <w:p w:rsidR="00135F7B" w:rsidRDefault="00135F7B" w:rsidP="00445342">
      <w:pPr>
        <w:pStyle w:val="Heading2"/>
      </w:pPr>
      <w:r>
        <w:t>North west COLLEGE- Medical Billing/2001</w:t>
      </w:r>
    </w:p>
    <w:p w:rsidR="00E6755D" w:rsidRDefault="00135F7B" w:rsidP="00445342">
      <w:pPr>
        <w:pStyle w:val="Heading2"/>
      </w:pPr>
      <w:r>
        <w:t xml:space="preserve">GLENDALE HIGH SCHOOL-High SChool diploma/1999 </w:t>
      </w:r>
    </w:p>
    <w:p w:rsidR="00FA5452" w:rsidRPr="00E6755D" w:rsidRDefault="006D5B42" w:rsidP="00E6755D">
      <w:pPr>
        <w:pStyle w:val="Heading2"/>
        <w:sectPr w:rsidR="00FA5452" w:rsidRPr="00E6755D" w:rsidSect="00617B26">
          <w:footerReference w:type="default" r:id="rId11"/>
          <w:pgSz w:w="12240" w:h="15840"/>
          <w:pgMar w:top="1008" w:right="1152" w:bottom="1152" w:left="1152" w:header="720" w:footer="720" w:gutter="0"/>
          <w:pgNumType w:start="1"/>
          <w:cols w:space="720"/>
          <w:titlePg/>
          <w:docGrid w:linePitch="360"/>
        </w:sectPr>
      </w:pPr>
      <w:r>
        <w:br/>
      </w:r>
      <w:r w:rsidR="00FA5452" w:rsidRPr="00E6755D">
        <w:rPr>
          <w:color w:val="000000" w:themeColor="text1"/>
        </w:rPr>
        <w:t>Summary of Qualifications</w:t>
      </w:r>
    </w:p>
    <w:p w:rsidR="00676587" w:rsidRPr="00EB04CC" w:rsidRDefault="00CA2FFF" w:rsidP="00EC3D9F">
      <w:pPr>
        <w:pStyle w:val="ListBullet"/>
      </w:pPr>
      <w:r>
        <w:t>Best-in-class customer service with genuine friendliness</w:t>
      </w:r>
    </w:p>
    <w:p w:rsidR="00676587" w:rsidRDefault="00FA5452" w:rsidP="00EC3D9F">
      <w:pPr>
        <w:pStyle w:val="ListBullet"/>
      </w:pPr>
      <w:r>
        <w:t>Ability to respond to emergency situations with confidence</w:t>
      </w:r>
    </w:p>
    <w:p w:rsidR="00EC3D9F" w:rsidRPr="00EB04CC" w:rsidRDefault="00EC3D9F" w:rsidP="00EC3D9F">
      <w:pPr>
        <w:pStyle w:val="ListBullet"/>
      </w:pPr>
      <w:r w:rsidRPr="00EB04CC">
        <w:t>Excellent interpersonal and communication skills</w:t>
      </w:r>
    </w:p>
    <w:p w:rsidR="00EC3D9F" w:rsidRDefault="00EC3D9F" w:rsidP="00EC3D9F">
      <w:pPr>
        <w:pStyle w:val="ListBullet"/>
      </w:pPr>
      <w:r w:rsidRPr="00EB04CC">
        <w:t>Poised under pressure</w:t>
      </w:r>
    </w:p>
    <w:p w:rsidR="00EC3D9F" w:rsidRDefault="00135F7B" w:rsidP="00F52D1C">
      <w:pPr>
        <w:pStyle w:val="ListBullet"/>
      </w:pPr>
      <w:r>
        <w:t>Critical thinking and problem-solving skills</w:t>
      </w:r>
    </w:p>
    <w:p w:rsidR="00F52D1C" w:rsidRDefault="00135F7B" w:rsidP="00F52D1C">
      <w:pPr>
        <w:pStyle w:val="ListBullet"/>
      </w:pPr>
      <w:r>
        <w:t>Fluent in Spanish</w:t>
      </w:r>
    </w:p>
    <w:p w:rsidR="00F52D1C" w:rsidRDefault="00135F7B" w:rsidP="00135F7B">
      <w:pPr>
        <w:pStyle w:val="ListBullet"/>
      </w:pPr>
      <w:r>
        <w:t>Pleasant to work with as a team player</w:t>
      </w:r>
    </w:p>
    <w:p w:rsidR="00135F7B" w:rsidRDefault="00135F7B">
      <w:pPr>
        <w:pStyle w:val="Heading1"/>
        <w:sectPr w:rsidR="00135F7B" w:rsidSect="00EC3D9F">
          <w:type w:val="continuous"/>
          <w:pgSz w:w="12240" w:h="15840"/>
          <w:pgMar w:top="1008" w:right="1152" w:bottom="1152" w:left="1152" w:header="720" w:footer="720" w:gutter="0"/>
          <w:pgNumType w:start="1"/>
          <w:cols w:num="2" w:space="720"/>
          <w:titlePg/>
          <w:docGrid w:linePitch="360"/>
        </w:sectPr>
      </w:pPr>
    </w:p>
    <w:p w:rsidR="001B29CF" w:rsidRPr="001B29CF" w:rsidRDefault="001B29CF" w:rsidP="00FA5452">
      <w:pPr>
        <w:pStyle w:val="Heading1"/>
      </w:pPr>
    </w:p>
    <w:sectPr w:rsidR="001B29CF" w:rsidRPr="001B29CF" w:rsidSect="00EC3D9F">
      <w:type w:val="continuous"/>
      <w:pgSz w:w="12240" w:h="15840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282" w:rsidRDefault="007B4282">
      <w:pPr>
        <w:spacing w:after="0"/>
      </w:pPr>
      <w:r>
        <w:separator/>
      </w:r>
    </w:p>
  </w:endnote>
  <w:endnote w:type="continuationSeparator" w:id="0">
    <w:p w:rsidR="007B4282" w:rsidRDefault="007B42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0A9" w:rsidRDefault="009D5933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1621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282" w:rsidRDefault="007B4282">
      <w:pPr>
        <w:spacing w:after="0"/>
      </w:pPr>
      <w:r>
        <w:separator/>
      </w:r>
    </w:p>
  </w:footnote>
  <w:footnote w:type="continuationSeparator" w:id="0">
    <w:p w:rsidR="007B4282" w:rsidRDefault="007B42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9E5B4C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B17219A"/>
    <w:multiLevelType w:val="hybridMultilevel"/>
    <w:tmpl w:val="5532CC1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3F80F92"/>
    <w:multiLevelType w:val="hybridMultilevel"/>
    <w:tmpl w:val="190A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77329"/>
    <w:multiLevelType w:val="hybridMultilevel"/>
    <w:tmpl w:val="05F83954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3" w15:restartNumberingAfterBreak="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8"/>
  </w:num>
  <w:num w:numId="16">
    <w:abstractNumId w:val="13"/>
  </w:num>
  <w:num w:numId="17">
    <w:abstractNumId w:val="17"/>
  </w:num>
  <w:num w:numId="18">
    <w:abstractNumId w:val="10"/>
  </w:num>
  <w:num w:numId="19">
    <w:abstractNumId w:val="23"/>
  </w:num>
  <w:num w:numId="20">
    <w:abstractNumId w:val="19"/>
  </w:num>
  <w:num w:numId="21">
    <w:abstractNumId w:val="11"/>
  </w:num>
  <w:num w:numId="22">
    <w:abstractNumId w:val="16"/>
  </w:num>
  <w:num w:numId="23">
    <w:abstractNumId w:val="22"/>
  </w:num>
  <w:num w:numId="24">
    <w:abstractNumId w:val="12"/>
  </w:num>
  <w:num w:numId="25">
    <w:abstractNumId w:val="14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17D"/>
    <w:rsid w:val="0001582B"/>
    <w:rsid w:val="0007149E"/>
    <w:rsid w:val="00082E6D"/>
    <w:rsid w:val="000A4F59"/>
    <w:rsid w:val="000F6F53"/>
    <w:rsid w:val="00135F7B"/>
    <w:rsid w:val="00137193"/>
    <w:rsid w:val="00141A4C"/>
    <w:rsid w:val="001B29CF"/>
    <w:rsid w:val="00232312"/>
    <w:rsid w:val="0028220F"/>
    <w:rsid w:val="0029269F"/>
    <w:rsid w:val="002D77E3"/>
    <w:rsid w:val="00356C14"/>
    <w:rsid w:val="00360C19"/>
    <w:rsid w:val="003B7FA6"/>
    <w:rsid w:val="004440FC"/>
    <w:rsid w:val="00445342"/>
    <w:rsid w:val="00460E93"/>
    <w:rsid w:val="00557E35"/>
    <w:rsid w:val="00584EB7"/>
    <w:rsid w:val="005C4F47"/>
    <w:rsid w:val="00617B26"/>
    <w:rsid w:val="006270A9"/>
    <w:rsid w:val="00675956"/>
    <w:rsid w:val="00676587"/>
    <w:rsid w:val="00681034"/>
    <w:rsid w:val="006D5B42"/>
    <w:rsid w:val="00705944"/>
    <w:rsid w:val="00706247"/>
    <w:rsid w:val="00734C25"/>
    <w:rsid w:val="00741202"/>
    <w:rsid w:val="0075155B"/>
    <w:rsid w:val="00787CAF"/>
    <w:rsid w:val="007B4282"/>
    <w:rsid w:val="00816216"/>
    <w:rsid w:val="00834D92"/>
    <w:rsid w:val="0087734B"/>
    <w:rsid w:val="009B7B39"/>
    <w:rsid w:val="009C4DED"/>
    <w:rsid w:val="009D5933"/>
    <w:rsid w:val="009F2555"/>
    <w:rsid w:val="00A35217"/>
    <w:rsid w:val="00AB1A88"/>
    <w:rsid w:val="00B9624E"/>
    <w:rsid w:val="00BD768D"/>
    <w:rsid w:val="00C45237"/>
    <w:rsid w:val="00C61F8E"/>
    <w:rsid w:val="00CA2FFF"/>
    <w:rsid w:val="00DA614C"/>
    <w:rsid w:val="00E6755D"/>
    <w:rsid w:val="00E83E4B"/>
    <w:rsid w:val="00EC3D9F"/>
    <w:rsid w:val="00ED2268"/>
    <w:rsid w:val="00EE42A8"/>
    <w:rsid w:val="00F1282E"/>
    <w:rsid w:val="00F52D1C"/>
    <w:rsid w:val="00F86AA5"/>
    <w:rsid w:val="00FA5452"/>
    <w:rsid w:val="00FE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4836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9CF"/>
  </w:style>
  <w:style w:type="paragraph" w:styleId="Heading1">
    <w:name w:val="heading 1"/>
    <w:basedOn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681034"/>
    <w:rPr>
      <w:color w:val="2A7B88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unhideWhenUsed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C4F47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unhideWhenUsed/>
    <w:qFormat/>
    <w:rsid w:val="00F86AA5"/>
    <w:pPr>
      <w:spacing w:after="120"/>
    </w:pPr>
    <w:rPr>
      <w:rFonts w:eastAsiaTheme="minorHAnsi"/>
      <w:color w:val="595959" w:themeColor="text1" w:themeTint="A6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86AA5"/>
    <w:rPr>
      <w:rFonts w:eastAsiaTheme="minorHAnsi"/>
      <w:color w:val="595959" w:themeColor="text1" w:themeTint="A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Nunez\AppData\Roaming\Microsoft\Templates\Restaurant%20manager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000FBBC7A84B97A8CBC4E4CD969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BA248-33B7-46D3-B4E8-A147B72691F7}"/>
      </w:docPartPr>
      <w:docPartBody>
        <w:p w:rsidR="00000000" w:rsidRDefault="00FA3BA7">
          <w:pPr>
            <w:pStyle w:val="1D000FBBC7A84B97A8CBC4E4CD969448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PMincho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A7"/>
    <w:rsid w:val="00FA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000FBBC7A84B97A8CBC4E4CD969448">
    <w:name w:val="1D000FBBC7A84B97A8CBC4E4CD969448"/>
  </w:style>
  <w:style w:type="paragraph" w:customStyle="1" w:styleId="CF7D02C65C5045A0815A6611EE6F8B85">
    <w:name w:val="CF7D02C65C5045A0815A6611EE6F8B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7e3f163ba23981de9af4e94a4fc3c170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77303e74caa42b09a8f0afd28694942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11623-14C0-4B65-BDCD-F547A66C2951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65FCD3D7-1163-4E1E-81D6-53884D8003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E161C-8AE6-4AA0-83B3-6CAA8E23B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FCF912-40D7-46B9-900C-F2790F7C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Restaurant manager resume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2023-12-15T21:13:00Z</dcterms:created>
  <dcterms:modified xsi:type="dcterms:W3CDTF">2023-12-16T02:47:00Z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